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0971B3" w:rsidRDefault="00CE00B7" w:rsidP="000971B3">
      <w:pPr>
        <w:tabs>
          <w:tab w:val="right" w:pos="10170"/>
        </w:tabs>
        <w:rPr>
          <w:sz w:val="26"/>
        </w:rPr>
      </w:pPr>
      <w:r w:rsidRPr="000971B3">
        <w:rPr>
          <w:sz w:val="26"/>
          <w:lang w:val="en-US"/>
        </w:rPr>
        <w:t>At present, Pepsi Philippines, which manufactures Pepsi, Seven-Up, Mountain Dew, Gatorade, Tropicana and Lipton, accounts for 20% of the total carbonated drinks market in the Philippines</w:t>
      </w:r>
      <w:r w:rsidRPr="000971B3">
        <w:rPr>
          <w:sz w:val="26"/>
          <w:lang w:val="en-US"/>
        </w:rPr>
        <w:t>. It wants to expand its operation and increase its share of the market still further. The Marketing department will be a vital in deciding how this can be achieved.</w:t>
      </w:r>
    </w:p>
    <w:p w:rsidR="000971B3" w:rsidRPr="000971B3" w:rsidRDefault="000971B3" w:rsidP="000971B3">
      <w:pPr>
        <w:tabs>
          <w:tab w:val="right" w:pos="10170"/>
        </w:tabs>
        <w:rPr>
          <w:sz w:val="26"/>
        </w:rPr>
      </w:pPr>
      <w:r w:rsidRPr="000971B3">
        <w:rPr>
          <w:b/>
          <w:bCs/>
          <w:sz w:val="26"/>
          <w:lang w:val="en-US"/>
        </w:rPr>
        <w:t xml:space="preserve">Activity 10.2 - </w:t>
      </w:r>
      <w:r w:rsidRPr="000971B3">
        <w:rPr>
          <w:sz w:val="26"/>
          <w:lang w:val="en-US"/>
        </w:rPr>
        <w:t>Read the case study above.</w:t>
      </w:r>
    </w:p>
    <w:p w:rsidR="00000000" w:rsidRPr="000971B3" w:rsidRDefault="00CE00B7" w:rsidP="000971B3">
      <w:pPr>
        <w:numPr>
          <w:ilvl w:val="0"/>
          <w:numId w:val="15"/>
        </w:numPr>
        <w:tabs>
          <w:tab w:val="right" w:pos="10170"/>
        </w:tabs>
        <w:rPr>
          <w:sz w:val="26"/>
        </w:rPr>
      </w:pPr>
      <w:r w:rsidRPr="000971B3">
        <w:rPr>
          <w:sz w:val="26"/>
          <w:lang w:val="en-US"/>
        </w:rPr>
        <w:t>Suggest ways Pepsi Philippines could increase its market share. Which way do you think will be the most</w:t>
      </w:r>
      <w:r w:rsidRPr="000971B3">
        <w:rPr>
          <w:sz w:val="26"/>
          <w:lang w:val="en-US"/>
        </w:rPr>
        <w:t xml:space="preserve"> effective? Explain your answer.</w:t>
      </w:r>
    </w:p>
    <w:p w:rsidR="000971B3" w:rsidRPr="000971B3" w:rsidRDefault="000971B3" w:rsidP="000971B3">
      <w:pPr>
        <w:tabs>
          <w:tab w:val="right" w:pos="10170"/>
        </w:tabs>
        <w:rPr>
          <w:sz w:val="26"/>
        </w:rPr>
      </w:pPr>
      <w:r>
        <w:rPr>
          <w:sz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6"/>
          <w:lang w:val="en-US"/>
        </w:rPr>
        <w:tab/>
        <w:t>[4]</w:t>
      </w:r>
    </w:p>
    <w:p w:rsidR="00000000" w:rsidRPr="000971B3" w:rsidRDefault="00CE00B7" w:rsidP="000971B3">
      <w:pPr>
        <w:numPr>
          <w:ilvl w:val="0"/>
          <w:numId w:val="15"/>
        </w:numPr>
        <w:tabs>
          <w:tab w:val="right" w:pos="10170"/>
        </w:tabs>
        <w:rPr>
          <w:sz w:val="26"/>
        </w:rPr>
      </w:pPr>
      <w:r w:rsidRPr="000971B3">
        <w:rPr>
          <w:sz w:val="26"/>
          <w:lang w:val="en-US"/>
        </w:rPr>
        <w:t>Do you think Pepsi Philippines should develop new varieties of drinks to sell in this market? Explain your answer.</w:t>
      </w:r>
    </w:p>
    <w:p w:rsidR="000971B3" w:rsidRPr="000971B3" w:rsidRDefault="000971B3" w:rsidP="000971B3">
      <w:pPr>
        <w:tabs>
          <w:tab w:val="right" w:pos="10170"/>
        </w:tabs>
        <w:rPr>
          <w:sz w:val="26"/>
        </w:rPr>
      </w:pPr>
      <w:r w:rsidRPr="000971B3">
        <w:rPr>
          <w:sz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971B3">
        <w:rPr>
          <w:sz w:val="26"/>
          <w:lang w:val="en-US"/>
        </w:rPr>
        <w:tab/>
        <w:t>[4]</w:t>
      </w:r>
    </w:p>
    <w:p w:rsidR="00000000" w:rsidRPr="000971B3" w:rsidRDefault="00CE00B7" w:rsidP="000971B3">
      <w:pPr>
        <w:numPr>
          <w:ilvl w:val="0"/>
          <w:numId w:val="15"/>
        </w:numPr>
        <w:tabs>
          <w:tab w:val="right" w:pos="10170"/>
        </w:tabs>
        <w:rPr>
          <w:sz w:val="26"/>
        </w:rPr>
      </w:pPr>
      <w:r w:rsidRPr="000971B3">
        <w:rPr>
          <w:sz w:val="26"/>
          <w:lang w:val="en-US"/>
        </w:rPr>
        <w:t>Identify who could be the new customer of these drinks.</w:t>
      </w:r>
    </w:p>
    <w:p w:rsidR="000971B3" w:rsidRPr="000971B3" w:rsidRDefault="000971B3" w:rsidP="000971B3">
      <w:pPr>
        <w:tabs>
          <w:tab w:val="right" w:pos="10170"/>
        </w:tabs>
        <w:rPr>
          <w:sz w:val="26"/>
        </w:rPr>
      </w:pPr>
      <w:r w:rsidRPr="000971B3">
        <w:rPr>
          <w:sz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971B3">
        <w:rPr>
          <w:sz w:val="26"/>
          <w:lang w:val="en-US"/>
        </w:rPr>
        <w:tab/>
        <w:t>[4]</w:t>
      </w:r>
    </w:p>
    <w:p w:rsidR="00220C19" w:rsidRPr="000971B3" w:rsidRDefault="00CE00B7" w:rsidP="000971B3">
      <w:pPr>
        <w:numPr>
          <w:ilvl w:val="0"/>
          <w:numId w:val="15"/>
        </w:numPr>
        <w:tabs>
          <w:tab w:val="right" w:pos="10170"/>
        </w:tabs>
        <w:rPr>
          <w:sz w:val="26"/>
        </w:rPr>
      </w:pPr>
      <w:r w:rsidRPr="000971B3">
        <w:rPr>
          <w:sz w:val="26"/>
          <w:lang w:val="en-US"/>
        </w:rPr>
        <w:t>Explain what types of advertising and promotion might be effectiv</w:t>
      </w:r>
      <w:r w:rsidR="000971B3">
        <w:rPr>
          <w:sz w:val="26"/>
          <w:lang w:val="en-US"/>
        </w:rPr>
        <w:t>e in attracting these customers.</w:t>
      </w:r>
    </w:p>
    <w:p w:rsidR="000971B3" w:rsidRPr="000971B3" w:rsidRDefault="000971B3" w:rsidP="000971B3">
      <w:pPr>
        <w:tabs>
          <w:tab w:val="right" w:pos="10170"/>
        </w:tabs>
        <w:rPr>
          <w:sz w:val="26"/>
        </w:rPr>
      </w:pPr>
      <w:r w:rsidRPr="000971B3">
        <w:rPr>
          <w:sz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 w:rsidRPr="000971B3">
        <w:rPr>
          <w:sz w:val="26"/>
          <w:lang w:val="en-US"/>
        </w:rPr>
        <w:t>______________________________________________________________</w:t>
      </w:r>
      <w:r w:rsidRPr="000971B3">
        <w:rPr>
          <w:sz w:val="26"/>
          <w:lang w:val="en-US"/>
        </w:rPr>
        <w:tab/>
        <w:t>[4]</w:t>
      </w:r>
    </w:p>
    <w:sectPr w:rsidR="000971B3" w:rsidRPr="000971B3" w:rsidSect="003A05FE">
      <w:headerReference w:type="default" r:id="rId7"/>
      <w:footerReference w:type="default" r:id="rId8"/>
      <w:pgSz w:w="11906" w:h="16838"/>
      <w:pgMar w:top="990" w:right="746" w:bottom="63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0B7" w:rsidRDefault="00CE00B7" w:rsidP="00027C4B">
      <w:pPr>
        <w:spacing w:after="0" w:line="240" w:lineRule="auto"/>
      </w:pPr>
      <w:r>
        <w:separator/>
      </w:r>
    </w:p>
  </w:endnote>
  <w:endnote w:type="continuationSeparator" w:id="0">
    <w:p w:rsidR="00CE00B7" w:rsidRDefault="00CE00B7" w:rsidP="00027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Default="00027C4B">
    <w:pPr>
      <w:pStyle w:val="Footer"/>
    </w:pPr>
    <w:r>
      <w:t xml:space="preserve">© </w:t>
    </w:r>
    <w:proofErr w:type="spellStart"/>
    <w:r>
      <w:t>Enderoth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0B7" w:rsidRDefault="00CE00B7" w:rsidP="00027C4B">
      <w:pPr>
        <w:spacing w:after="0" w:line="240" w:lineRule="auto"/>
      </w:pPr>
      <w:r>
        <w:separator/>
      </w:r>
    </w:p>
  </w:footnote>
  <w:footnote w:type="continuationSeparator" w:id="0">
    <w:p w:rsidR="00CE00B7" w:rsidRDefault="00CE00B7" w:rsidP="00027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Pr="000971B3" w:rsidRDefault="000971B3" w:rsidP="000971B3">
    <w:pPr>
      <w:tabs>
        <w:tab w:val="right" w:pos="10170"/>
      </w:tabs>
      <w:rPr>
        <w:sz w:val="28"/>
      </w:rPr>
    </w:pPr>
    <w:r w:rsidRPr="000971B3">
      <w:rPr>
        <w:b/>
        <w:bCs/>
        <w:sz w:val="28"/>
        <w:lang w:val="en-US"/>
      </w:rPr>
      <w:t>Case-Study – Pepsi Cola</w:t>
    </w:r>
    <w:r w:rsidRPr="000971B3">
      <w:rPr>
        <w:b/>
        <w:bCs/>
        <w:sz w:val="28"/>
        <w:lang w:val="en-US"/>
      </w:rPr>
      <w:t xml:space="preserve"> - Philippines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13CC1"/>
    <w:multiLevelType w:val="hybridMultilevel"/>
    <w:tmpl w:val="CBDEB36A"/>
    <w:lvl w:ilvl="0" w:tplc="69E62A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4D4295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EF23A2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3F23D8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6FA999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39881F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F0860E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FBCDCD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08E0D9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0C2E99"/>
    <w:multiLevelType w:val="hybridMultilevel"/>
    <w:tmpl w:val="DB3E7406"/>
    <w:lvl w:ilvl="0" w:tplc="952C53C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54A3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2662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2EA5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46DF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E4AF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3C5D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FCBE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908C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4528FE"/>
    <w:multiLevelType w:val="hybridMultilevel"/>
    <w:tmpl w:val="A5D0C40A"/>
    <w:lvl w:ilvl="0" w:tplc="2E0849C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A30031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E688C0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456A67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E1A7B9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2DC1FE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7B4CE5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A0402E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1E0BE6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230936D5"/>
    <w:multiLevelType w:val="hybridMultilevel"/>
    <w:tmpl w:val="A9B29868"/>
    <w:lvl w:ilvl="0" w:tplc="6A70A3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97232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81CED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E2AA8D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5C4783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3BCEDD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E7829D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746929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9A66AC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3D50D1"/>
    <w:multiLevelType w:val="hybridMultilevel"/>
    <w:tmpl w:val="2E54C9B4"/>
    <w:lvl w:ilvl="0" w:tplc="A30A59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B1CFCB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CEC89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0B2014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8FA2C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3A2CCA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5465D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1D8A4F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06804A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5F342C"/>
    <w:multiLevelType w:val="hybridMultilevel"/>
    <w:tmpl w:val="91E44F46"/>
    <w:lvl w:ilvl="0" w:tplc="A7CA89D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124B84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1BA735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DC2E1B2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BEA5F1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2ACB70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FFCB5E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B7AFAA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02AEF7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2F1B653E"/>
    <w:multiLevelType w:val="hybridMultilevel"/>
    <w:tmpl w:val="94EC87BC"/>
    <w:lvl w:ilvl="0" w:tplc="BB3A126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ABA407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8CABD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046B2D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8946A9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4836A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AC870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B46B69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9C778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35913B9A"/>
    <w:multiLevelType w:val="hybridMultilevel"/>
    <w:tmpl w:val="A7DAEF4E"/>
    <w:lvl w:ilvl="0" w:tplc="265044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7E28AD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45C343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E90445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A9E2B6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716C74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12CB03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33421A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75E474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81B3159"/>
    <w:multiLevelType w:val="hybridMultilevel"/>
    <w:tmpl w:val="9B489720"/>
    <w:lvl w:ilvl="0" w:tplc="46DA9F6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BC2F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2ADA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4895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A8B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E4C7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E497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2012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7052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DA27982"/>
    <w:multiLevelType w:val="hybridMultilevel"/>
    <w:tmpl w:val="A54845F0"/>
    <w:lvl w:ilvl="0" w:tplc="64A0DF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B12A2B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45F400E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75AC33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1B42C6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21A943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828FF2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5FCDA7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706D67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0F4C3C"/>
    <w:multiLevelType w:val="hybridMultilevel"/>
    <w:tmpl w:val="AAD2E1A2"/>
    <w:lvl w:ilvl="0" w:tplc="B05AF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A2AE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88B6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9CE5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C60D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96C2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8E3C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9E2B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94D4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3607B6"/>
    <w:multiLevelType w:val="hybridMultilevel"/>
    <w:tmpl w:val="ECEE2B7A"/>
    <w:lvl w:ilvl="0" w:tplc="512676D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846645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962CE2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B66269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C56544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79D202B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4FAAF5E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347E41C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CECA47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032568"/>
    <w:multiLevelType w:val="hybridMultilevel"/>
    <w:tmpl w:val="776A91B2"/>
    <w:lvl w:ilvl="0" w:tplc="D0D4F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5A1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4CAF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FA6D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52BF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A252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705E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9633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05F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2144C58"/>
    <w:multiLevelType w:val="hybridMultilevel"/>
    <w:tmpl w:val="3AA89EB8"/>
    <w:lvl w:ilvl="0" w:tplc="61EAD9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F54A62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5445E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C025A7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0660E5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5F4F9B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91E0B0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AF44BE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A082AF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6A046A"/>
    <w:multiLevelType w:val="hybridMultilevel"/>
    <w:tmpl w:val="1DC0B268"/>
    <w:lvl w:ilvl="0" w:tplc="E86C3DC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1FA3D7E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AB8B08E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BF6008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FE0A204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65AF54E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CBE4A06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772D822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4FAD09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9"/>
  </w:num>
  <w:num w:numId="5">
    <w:abstractNumId w:val="12"/>
  </w:num>
  <w:num w:numId="6">
    <w:abstractNumId w:val="4"/>
  </w:num>
  <w:num w:numId="7">
    <w:abstractNumId w:val="8"/>
  </w:num>
  <w:num w:numId="8">
    <w:abstractNumId w:val="7"/>
  </w:num>
  <w:num w:numId="9">
    <w:abstractNumId w:val="5"/>
  </w:num>
  <w:num w:numId="10">
    <w:abstractNumId w:val="10"/>
  </w:num>
  <w:num w:numId="11">
    <w:abstractNumId w:val="13"/>
  </w:num>
  <w:num w:numId="12">
    <w:abstractNumId w:val="1"/>
  </w:num>
  <w:num w:numId="13">
    <w:abstractNumId w:val="0"/>
  </w:num>
  <w:num w:numId="14">
    <w:abstractNumId w:val="1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C19"/>
    <w:rsid w:val="00027C4B"/>
    <w:rsid w:val="00085080"/>
    <w:rsid w:val="00091563"/>
    <w:rsid w:val="000971B3"/>
    <w:rsid w:val="00134F5A"/>
    <w:rsid w:val="00166DA7"/>
    <w:rsid w:val="001D3D82"/>
    <w:rsid w:val="0022023D"/>
    <w:rsid w:val="00220C19"/>
    <w:rsid w:val="00231489"/>
    <w:rsid w:val="0038502F"/>
    <w:rsid w:val="003A05FE"/>
    <w:rsid w:val="003D7C19"/>
    <w:rsid w:val="004B65C5"/>
    <w:rsid w:val="005263C1"/>
    <w:rsid w:val="005C2A75"/>
    <w:rsid w:val="007254DF"/>
    <w:rsid w:val="00757EFC"/>
    <w:rsid w:val="0076197F"/>
    <w:rsid w:val="00786D97"/>
    <w:rsid w:val="007E0F23"/>
    <w:rsid w:val="007F0907"/>
    <w:rsid w:val="00842464"/>
    <w:rsid w:val="00865A6C"/>
    <w:rsid w:val="008B1285"/>
    <w:rsid w:val="009F52DD"/>
    <w:rsid w:val="00B53B62"/>
    <w:rsid w:val="00CD24AD"/>
    <w:rsid w:val="00CE00B7"/>
    <w:rsid w:val="00D00AD9"/>
    <w:rsid w:val="00DE73BE"/>
    <w:rsid w:val="00F21848"/>
    <w:rsid w:val="00F2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0BBAD1-8D37-4598-95A1-16C7CDD8B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0C1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9F52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C4B"/>
  </w:style>
  <w:style w:type="paragraph" w:styleId="Footer">
    <w:name w:val="footer"/>
    <w:basedOn w:val="Normal"/>
    <w:link w:val="Foot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0331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98732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19368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8580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12680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0950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0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9909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1527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5343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5790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9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5271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280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5479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0312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378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136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2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2584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741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706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3973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825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78475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9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96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6066">
          <w:marLeft w:val="53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371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899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268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4315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4964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045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557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805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746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2252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496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573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331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7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42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799020">
          <w:marLeft w:val="53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108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592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3203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83559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543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6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Activity 16.2 - Role of Marketing</Template>
  <TotalTime>2</TotalTime>
  <Pages>1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2</cp:revision>
  <dcterms:created xsi:type="dcterms:W3CDTF">2016-01-30T16:27:00Z</dcterms:created>
  <dcterms:modified xsi:type="dcterms:W3CDTF">2016-01-30T16:27:00Z</dcterms:modified>
</cp:coreProperties>
</file>